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952A57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Suggested Order: 5 of 10/11</w:t>
            </w:r>
          </w:p>
        </w:tc>
      </w:tr>
      <w:tr w:rsidR="00952A57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STOP: How can we recognise that a situation is getting out of control?  </w:t>
            </w:r>
          </w:p>
        </w:tc>
      </w:tr>
      <w:tr w:rsidR="00952A57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Objective (may not be suitable to share with students): </w:t>
            </w:r>
            <w:r>
              <w:rPr>
                <w:rFonts w:ascii="Arial" w:hAnsi="Arial" w:cs="Arial"/>
                <w:sz w:val="22"/>
              </w:rPr>
              <w:br/>
              <w:t xml:space="preserve">To help students recognise the mental, physical and behavioural clues which alert them that a </w:t>
            </w:r>
          </w:p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situation might be getting out of control</w:t>
            </w:r>
          </w:p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</w:p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For students: </w:t>
            </w:r>
          </w:p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know when it is time to STOP</w:t>
            </w:r>
          </w:p>
        </w:tc>
      </w:tr>
      <w:tr w:rsidR="00952A57" w:rsidRPr="00794D11" w:rsidTr="002E53E5">
        <w:trPr>
          <w:trHeight w:val="715"/>
        </w:trPr>
        <w:tc>
          <w:tcPr>
            <w:tcW w:w="2235" w:type="dxa"/>
            <w:shd w:val="clear" w:color="auto" w:fill="D9D9D9" w:themeFill="background1" w:themeFillShade="D9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STOP – identifying dangerous situations PowerPoint</w:t>
            </w:r>
          </w:p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Is it time to stop sheet</w:t>
            </w:r>
          </w:p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Clues prompt sheet</w:t>
            </w:r>
          </w:p>
        </w:tc>
      </w:tr>
    </w:tbl>
    <w:p w:rsidR="00952A57" w:rsidRPr="00794D11" w:rsidRDefault="00952A57" w:rsidP="00952A57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952A57" w:rsidRPr="00794D11" w:rsidTr="002E53E5">
        <w:tc>
          <w:tcPr>
            <w:tcW w:w="1242" w:type="dxa"/>
            <w:vAlign w:val="center"/>
          </w:tcPr>
          <w:p w:rsidR="00952A57" w:rsidRPr="00794D11" w:rsidRDefault="00952A57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952A57" w:rsidRPr="00794D11" w:rsidRDefault="00952A57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952A57" w:rsidRPr="00794D11" w:rsidRDefault="00952A57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952A57" w:rsidRPr="00794D11" w:rsidRDefault="00952A57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952A57" w:rsidRPr="00794D11" w:rsidTr="002E53E5">
        <w:tc>
          <w:tcPr>
            <w:tcW w:w="1242" w:type="dxa"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952A57" w:rsidRPr="00761FCE" w:rsidRDefault="00952A57" w:rsidP="002E53E5">
            <w:pPr>
              <w:rPr>
                <w:rFonts w:ascii="Arial" w:hAnsi="Arial" w:cs="Arial"/>
                <w:sz w:val="22"/>
              </w:rPr>
            </w:pPr>
            <w:r w:rsidRPr="00761FCE">
              <w:rPr>
                <w:rFonts w:ascii="Arial" w:hAnsi="Arial" w:cs="Arial"/>
                <w:sz w:val="22"/>
              </w:rPr>
              <w:t>Students share a time when they were angry, frustrated or upset</w:t>
            </w:r>
          </w:p>
          <w:p w:rsidR="00952A57" w:rsidRPr="00794D11" w:rsidRDefault="00952A57" w:rsidP="002E53E5">
            <w:pPr>
              <w:tabs>
                <w:tab w:val="left" w:pos="140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36" w:type="dxa"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Insight into individual class behaviour (will be referred back to in the plenary) </w:t>
            </w:r>
          </w:p>
        </w:tc>
        <w:tc>
          <w:tcPr>
            <w:tcW w:w="2835" w:type="dxa"/>
            <w:vMerge w:val="restart"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952A57" w:rsidRPr="00794D11" w:rsidTr="002E53E5">
        <w:tc>
          <w:tcPr>
            <w:tcW w:w="1242" w:type="dxa"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Input: What is STOP-THINK-DO? </w:t>
            </w:r>
          </w:p>
        </w:tc>
        <w:tc>
          <w:tcPr>
            <w:tcW w:w="4536" w:type="dxa"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Big picture </w:t>
            </w:r>
          </w:p>
        </w:tc>
        <w:tc>
          <w:tcPr>
            <w:tcW w:w="2835" w:type="dxa"/>
            <w:vMerge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952A57" w:rsidRPr="00794D11" w:rsidTr="002E53E5">
        <w:tc>
          <w:tcPr>
            <w:tcW w:w="1242" w:type="dxa"/>
            <w:vAlign w:val="center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</w:p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 Mins</w:t>
            </w:r>
          </w:p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</w:p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vAlign w:val="center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prompt sheet to help them to identify clues / signs that a situation is getting out of control.  </w:t>
            </w:r>
          </w:p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</w:p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Feedback: Teachers should check that students have a wide range of answers.  </w:t>
            </w:r>
          </w:p>
        </w:tc>
        <w:tc>
          <w:tcPr>
            <w:tcW w:w="4536" w:type="dxa"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 knowledge and self-awareness – this is particularly important for them in terms of recognising when other people are angry.  </w:t>
            </w:r>
          </w:p>
        </w:tc>
        <w:tc>
          <w:tcPr>
            <w:tcW w:w="2835" w:type="dxa"/>
            <w:vMerge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952A57" w:rsidRPr="00794D11" w:rsidTr="002E53E5">
        <w:tc>
          <w:tcPr>
            <w:tcW w:w="1242" w:type="dxa"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952A57" w:rsidRPr="00761FCE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overall summary to create a personal summary of their own top 5 clues.  </w:t>
            </w:r>
          </w:p>
        </w:tc>
        <w:tc>
          <w:tcPr>
            <w:tcW w:w="4536" w:type="dxa"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 self-awareness</w:t>
            </w:r>
          </w:p>
        </w:tc>
        <w:tc>
          <w:tcPr>
            <w:tcW w:w="2835" w:type="dxa"/>
            <w:vMerge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952A57" w:rsidRPr="00794D11" w:rsidTr="002E53E5">
        <w:tc>
          <w:tcPr>
            <w:tcW w:w="1242" w:type="dxa"/>
            <w:vAlign w:val="center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Whole class discussion relating back to the scenario that students described at the start.  Can they now identify clues?  Can they identify a moment when they should have STOPPED?  </w:t>
            </w:r>
          </w:p>
        </w:tc>
        <w:tc>
          <w:tcPr>
            <w:tcW w:w="4536" w:type="dxa"/>
            <w:vAlign w:val="center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Reflection and identifying opportunities to change their own behaviour </w:t>
            </w:r>
          </w:p>
        </w:tc>
        <w:tc>
          <w:tcPr>
            <w:tcW w:w="2835" w:type="dxa"/>
            <w:vMerge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952A57" w:rsidRPr="00794D11" w:rsidTr="002E53E5">
        <w:tc>
          <w:tcPr>
            <w:tcW w:w="1242" w:type="dxa"/>
            <w:vAlign w:val="center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2-3 Mins</w:t>
            </w:r>
          </w:p>
        </w:tc>
        <w:tc>
          <w:tcPr>
            <w:tcW w:w="6237" w:type="dxa"/>
            <w:vAlign w:val="center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Revision of the clues – how many clues can they remember that it is time to stop? </w:t>
            </w:r>
          </w:p>
        </w:tc>
        <w:tc>
          <w:tcPr>
            <w:tcW w:w="4536" w:type="dxa"/>
            <w:vAlign w:val="center"/>
          </w:tcPr>
          <w:p w:rsidR="00952A57" w:rsidRDefault="00952A57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Trying to embed the knowledge </w:t>
            </w:r>
          </w:p>
        </w:tc>
        <w:tc>
          <w:tcPr>
            <w:tcW w:w="2835" w:type="dxa"/>
            <w:vMerge/>
            <w:vAlign w:val="center"/>
          </w:tcPr>
          <w:p w:rsidR="00952A57" w:rsidRPr="00794D11" w:rsidRDefault="00952A57" w:rsidP="002E53E5">
            <w:pPr>
              <w:rPr>
                <w:rFonts w:ascii="Arial" w:hAnsi="Arial" w:cs="Arial"/>
                <w:sz w:val="22"/>
              </w:rPr>
            </w:pPr>
          </w:p>
        </w:tc>
      </w:tr>
    </w:tbl>
    <w:p w:rsidR="00952A57" w:rsidRPr="00794D11" w:rsidRDefault="00952A57" w:rsidP="00952A57">
      <w:pPr>
        <w:rPr>
          <w:rFonts w:ascii="Arial" w:hAnsi="Arial" w:cs="Arial"/>
          <w:sz w:val="22"/>
        </w:rPr>
      </w:pPr>
    </w:p>
    <w:p w:rsidR="00666E42" w:rsidRDefault="00952A57"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sectPr w:rsidR="00666E42" w:rsidSect="00952A57"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A57" w:rsidRDefault="00952A57" w:rsidP="00952A57">
      <w:pPr>
        <w:spacing w:after="0" w:line="240" w:lineRule="auto"/>
      </w:pPr>
      <w:r>
        <w:separator/>
      </w:r>
    </w:p>
  </w:endnote>
  <w:endnote w:type="continuationSeparator" w:id="0">
    <w:p w:rsidR="00952A57" w:rsidRDefault="00952A57" w:rsidP="00952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003" w:rsidRDefault="00707003" w:rsidP="00707003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A57" w:rsidRDefault="00952A57" w:rsidP="00952A57">
      <w:pPr>
        <w:spacing w:after="0" w:line="240" w:lineRule="auto"/>
      </w:pPr>
      <w:r>
        <w:separator/>
      </w:r>
    </w:p>
  </w:footnote>
  <w:footnote w:type="continuationSeparator" w:id="0">
    <w:p w:rsidR="00952A57" w:rsidRDefault="00952A57" w:rsidP="00952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57"/>
    <w:rsid w:val="000E426E"/>
    <w:rsid w:val="00666E42"/>
    <w:rsid w:val="00707003"/>
    <w:rsid w:val="0095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A57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2A57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952A57"/>
  </w:style>
  <w:style w:type="paragraph" w:styleId="Footer">
    <w:name w:val="footer"/>
    <w:basedOn w:val="Normal"/>
    <w:link w:val="FooterChar"/>
    <w:uiPriority w:val="99"/>
    <w:unhideWhenUsed/>
    <w:rsid w:val="00952A57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952A57"/>
  </w:style>
  <w:style w:type="table" w:styleId="TableGrid">
    <w:name w:val="Table Grid"/>
    <w:basedOn w:val="TableNormal"/>
    <w:uiPriority w:val="59"/>
    <w:rsid w:val="00952A57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A57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2A57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952A57"/>
  </w:style>
  <w:style w:type="paragraph" w:styleId="Footer">
    <w:name w:val="footer"/>
    <w:basedOn w:val="Normal"/>
    <w:link w:val="FooterChar"/>
    <w:uiPriority w:val="99"/>
    <w:unhideWhenUsed/>
    <w:rsid w:val="00952A57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952A57"/>
  </w:style>
  <w:style w:type="table" w:styleId="TableGrid">
    <w:name w:val="Table Grid"/>
    <w:basedOn w:val="TableNormal"/>
    <w:uiPriority w:val="59"/>
    <w:rsid w:val="00952A57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4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655359E3</Template>
  <TotalTime>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J. Dimes</dc:creator>
  <cp:lastModifiedBy>Ms J. Dimes</cp:lastModifiedBy>
  <cp:revision>2</cp:revision>
  <dcterms:created xsi:type="dcterms:W3CDTF">2018-01-12T14:37:00Z</dcterms:created>
  <dcterms:modified xsi:type="dcterms:W3CDTF">2018-01-25T11:24:00Z</dcterms:modified>
</cp:coreProperties>
</file>